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C7272" w14:textId="77777777" w:rsidR="00F03F15" w:rsidRDefault="00F03F15" w:rsidP="006E5C6C"/>
    <w:p w14:paraId="7EAD1D09" w14:textId="4CCEFAE8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0F243DB" w14:textId="77777777" w:rsidR="0099510B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F03F15">
        <w:rPr>
          <w:b/>
          <w:color w:val="FF5200" w:themeColor="accent2"/>
          <w:sz w:val="36"/>
          <w:szCs w:val="36"/>
        </w:rPr>
        <w:t>„</w:t>
      </w:r>
      <w:r w:rsidR="00F03F15" w:rsidRPr="00F03F15">
        <w:rPr>
          <w:b/>
          <w:color w:val="FF5200" w:themeColor="accent2"/>
          <w:sz w:val="36"/>
          <w:szCs w:val="36"/>
        </w:rPr>
        <w:t>Oprava staničního zabezpečovacího zařízení v ŽST Vojtanov (PD)</w:t>
      </w:r>
      <w:r w:rsidR="0031280B" w:rsidRPr="00F03F15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30BCAAD4" w:rsidR="008B1A2C" w:rsidRPr="0099510B" w:rsidRDefault="000128D4" w:rsidP="00B87D91">
      <w:pPr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</w:pPr>
      <w:r w:rsidRPr="0099510B">
        <w:rPr>
          <w:b/>
          <w:color w:val="FF5200" w:themeColor="accent2"/>
          <w:sz w:val="32"/>
          <w:szCs w:val="32"/>
        </w:rPr>
        <w:t xml:space="preserve">vedené pod </w:t>
      </w:r>
      <w:r w:rsidR="0099510B" w:rsidRPr="0099510B">
        <w:rPr>
          <w:b/>
          <w:color w:val="FF5200" w:themeColor="accent2"/>
          <w:sz w:val="32"/>
          <w:szCs w:val="32"/>
        </w:rPr>
        <w:t xml:space="preserve">č. j. </w:t>
      </w:r>
      <w:r w:rsidR="0099510B" w:rsidRPr="0099510B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17081/2024-SŽ-OŘ UNL-OVZ</w:t>
      </w:r>
    </w:p>
    <w:p w14:paraId="033614F7" w14:textId="77777777" w:rsidR="00F03F15" w:rsidRPr="00B87D91" w:rsidRDefault="00F03F15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012356D" w14:textId="530F6787" w:rsidR="00EC18DE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9923811" w:history="1">
            <w:r w:rsidR="00EC18DE" w:rsidRPr="00E04CCD">
              <w:rPr>
                <w:rStyle w:val="Hypertextovodkaz"/>
                <w:noProof/>
              </w:rPr>
              <w:t>Kapitola 1.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Základní údaje k nabídce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_Toc159923811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2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5984FC4" w14:textId="206F989F" w:rsidR="00EC18DE" w:rsidRDefault="0099510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2" w:history="1">
            <w:r w:rsidR="00EC18DE" w:rsidRPr="00E04CCD">
              <w:rPr>
                <w:rStyle w:val="Hypertextovodkaz"/>
                <w:noProof/>
              </w:rPr>
              <w:t>Kapitola 2.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o splnění základní způsobilosti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_Toc159923812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3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6F3902BE" w14:textId="264C8E5C" w:rsidR="00EC18DE" w:rsidRDefault="0099510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3" w:history="1">
            <w:r w:rsidR="00EC18DE" w:rsidRPr="00E04CCD">
              <w:rPr>
                <w:rStyle w:val="Hypertextovodkaz"/>
                <w:noProof/>
              </w:rPr>
              <w:t>Kapitola 3.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účastníka o střetu zájmů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_Toc159923813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4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92B2CA1" w14:textId="06EA1B46" w:rsidR="00EC18DE" w:rsidRDefault="0099510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4" w:history="1">
            <w:r w:rsidR="00EC18DE" w:rsidRPr="00E04CCD">
              <w:rPr>
                <w:rStyle w:val="Hypertextovodkaz"/>
                <w:noProof/>
              </w:rPr>
              <w:t>Kapitola 4.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účastníka k neuzavření zakázaných dohod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_Toc159923814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5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085C1534" w14:textId="0600DDF8" w:rsidR="00EC18DE" w:rsidRDefault="0099510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5" w:history="1">
            <w:r w:rsidR="00EC18DE" w:rsidRPr="00E04CCD">
              <w:rPr>
                <w:rStyle w:val="Hypertextovodkaz"/>
                <w:noProof/>
              </w:rPr>
              <w:t>Kapitola 5.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o splnění technické kvalifikace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_Toc159923815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6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4FA610FB" w14:textId="5AD9D627" w:rsidR="00EC18DE" w:rsidRDefault="0099510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6" w:history="1">
            <w:r w:rsidR="00EC18DE" w:rsidRPr="00E04CCD">
              <w:rPr>
                <w:rStyle w:val="Hypertextovodkaz"/>
                <w:noProof/>
              </w:rPr>
              <w:t>Kapitola 6.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Seznam osob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_Toc159923816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7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30E643A7" w14:textId="7DD3249B" w:rsidR="00EC18DE" w:rsidRDefault="0099510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7" w:history="1">
            <w:r w:rsidR="00EC18DE" w:rsidRPr="00E04CCD">
              <w:rPr>
                <w:rStyle w:val="Hypertextovodkaz"/>
                <w:noProof/>
              </w:rPr>
              <w:t>Kapitola 7.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o ekonomické kvalifikaci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_Toc159923817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8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0CBE28AD" w14:textId="1BBDFCA3" w:rsidR="00EC18DE" w:rsidRDefault="0099510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8" w:history="1">
            <w:r w:rsidR="00EC18DE" w:rsidRPr="00E04CCD">
              <w:rPr>
                <w:rStyle w:val="Hypertextovodkaz"/>
                <w:rFonts w:eastAsia="Times New Roman"/>
                <w:noProof/>
              </w:rPr>
              <w:t>Kapitola 8.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</w:t>
            </w:r>
            <w:r w:rsidR="00EC18DE" w:rsidRPr="00E04CC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 w:rsidR="00EC18DE">
              <w:rPr>
                <w:noProof/>
                <w:webHidden/>
              </w:rPr>
              <w:tab/>
            </w:r>
            <w:r w:rsidR="0029678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_Toc159923818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9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62B2180" w14:textId="0D7B445A" w:rsidR="00EC18DE" w:rsidRDefault="0099510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9" w:history="1">
            <w:r w:rsidR="00EC18DE" w:rsidRPr="00E04CCD">
              <w:rPr>
                <w:rStyle w:val="Hypertextovodkaz"/>
                <w:rFonts w:eastAsia="Times New Roman"/>
                <w:noProof/>
              </w:rPr>
              <w:t>Kapitola 9.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</w:t>
            </w:r>
            <w:r w:rsidR="00EC18DE" w:rsidRPr="00E04CCD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_Toc159923819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10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6FB13597" w14:textId="2B4F8C8B" w:rsidR="00EC18DE" w:rsidRDefault="0099510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0" w:history="1">
            <w:r w:rsidR="00EC18DE" w:rsidRPr="00E04CCD">
              <w:rPr>
                <w:rStyle w:val="Hypertextovodkaz"/>
                <w:rFonts w:eastAsia="Times New Roman"/>
                <w:noProof/>
              </w:rPr>
              <w:t>Kapitola 10.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EC18DE" w:rsidRPr="00E04CCD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_Toc159923820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11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C61D910" w14:textId="58C401E7" w:rsidR="00EC18DE" w:rsidRDefault="0099510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1" w:history="1">
            <w:r w:rsidR="00EC18DE" w:rsidRPr="00E04CCD">
              <w:rPr>
                <w:rStyle w:val="Hypertextovodkaz"/>
                <w:noProof/>
                <w:lang w:eastAsia="cs-CZ"/>
              </w:rPr>
              <w:t>Kapitola 11.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</w:t>
            </w:r>
            <w:r w:rsidR="00EC18DE" w:rsidRPr="00E04CCD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EC18DE">
              <w:rPr>
                <w:noProof/>
                <w:webHidden/>
              </w:rPr>
              <w:tab/>
            </w:r>
            <w:r w:rsidR="00F03F15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_Toc159923821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12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218BAFDF" w14:textId="50D13AB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992381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C421183" w14:textId="77777777" w:rsidR="00F03F15" w:rsidRPr="00F03F15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F03F15">
        <w:rPr>
          <w:rFonts w:eastAsia="Times New Roman" w:cs="Times New Roman"/>
          <w:lang w:eastAsia="cs-CZ"/>
        </w:rPr>
        <w:t xml:space="preserve">Zastoupená </w:t>
      </w:r>
      <w:r w:rsidR="00F03F15" w:rsidRPr="00F03F15">
        <w:t>Ing. Martinem Kašparem</w:t>
      </w:r>
      <w:r w:rsidRPr="00F03F15">
        <w:t xml:space="preserve">, </w:t>
      </w:r>
      <w:r w:rsidR="00F03F15" w:rsidRPr="00F03F15">
        <w:t xml:space="preserve">ředitelem Oblastního ředitelství, </w:t>
      </w:r>
    </w:p>
    <w:p w14:paraId="51E167B5" w14:textId="331F79D8" w:rsidR="00EA444A" w:rsidRDefault="00F03F15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03F15">
        <w:tab/>
      </w:r>
      <w:r w:rsidRPr="00F03F15">
        <w:tab/>
      </w:r>
      <w:r w:rsidRPr="00F03F15">
        <w:tab/>
        <w:t xml:space="preserve">       </w:t>
      </w:r>
      <w:r w:rsidR="00EA444A" w:rsidRPr="00F03F15">
        <w:t xml:space="preserve">na základě pověření č. </w:t>
      </w:r>
      <w:r w:rsidRPr="00F03F15">
        <w:t>2652</w:t>
      </w:r>
      <w:r w:rsidR="00EA444A" w:rsidRPr="00F03F15">
        <w:t xml:space="preserve"> ze dne </w:t>
      </w:r>
      <w:r w:rsidRPr="00F03F15">
        <w:t>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76390B6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F03F15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49C8701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9510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9510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headerReference w:type="first" r:id="rId14"/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9923812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992381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992381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53C0D87C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59923815"/>
      <w:r w:rsidRPr="00E85D44">
        <w:lastRenderedPageBreak/>
        <w:t>Čestné prohlášení o splnění technické kvalifikace</w:t>
      </w:r>
      <w:bookmarkEnd w:id="4"/>
      <w:r w:rsidR="0029678E">
        <w:t xml:space="preserve"> – Zadavatel nepožaduje</w:t>
      </w:r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59923816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9D2207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9D2207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9D2207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9D2207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9D2207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:rsidRPr="009D2207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9D2207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9D2207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9D2207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9D2207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9D2207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9D2207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9D2207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9D2207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9D2207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9D2207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9D2207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9D2207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9D2207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9D2207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9D2207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9D2207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9D2207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9D2207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9D2207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9D2207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:rsidRPr="009D2207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Pr="009D2207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9D2207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9D2207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9D2207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9D2207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9D2207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9D2207">
        <w:rPr>
          <w:rFonts w:eastAsia="Times New Roman" w:cs="Times New Roman"/>
          <w:highlight w:val="green"/>
          <w:lang w:eastAsia="cs-CZ"/>
        </w:rPr>
        <w:t>Životopis Název funkce</w:t>
      </w:r>
    </w:p>
    <w:p w14:paraId="32A27CB1" w14:textId="0FA34E0D" w:rsidR="000128D4" w:rsidRDefault="00F44645" w:rsidP="00F44645">
      <w:pPr>
        <w:spacing w:after="0"/>
        <w:rPr>
          <w:rFonts w:eastAsia="Times New Roman" w:cs="Times New Roman"/>
          <w:lang w:eastAsia="cs-CZ"/>
        </w:rPr>
      </w:pPr>
      <w:r w:rsidRPr="009D2207">
        <w:rPr>
          <w:rFonts w:eastAsia="Times New Roman" w:cs="Times New Roman"/>
          <w:highlight w:val="green"/>
          <w:lang w:eastAsia="cs-CZ"/>
        </w:rPr>
        <w:t>Jiné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06A75F2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59923817"/>
      <w:r w:rsidRPr="000128D4">
        <w:lastRenderedPageBreak/>
        <w:t>Čestné prohlášení o ekonomické kvalifikaci</w:t>
      </w:r>
      <w:bookmarkEnd w:id="7"/>
      <w:r w:rsidR="0029678E">
        <w:t xml:space="preserve"> – Zadavatel nepožaduje</w:t>
      </w:r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5A1BAA08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5992381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59923819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6D080384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99510B"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Pr="0029678E">
        <w:rPr>
          <w:rFonts w:ascii="Verdana" w:hAnsi="Verdana"/>
          <w:b/>
          <w:bCs/>
        </w:rPr>
        <w:t>„</w:t>
      </w:r>
      <w:r w:rsidR="0029678E" w:rsidRPr="0029678E">
        <w:rPr>
          <w:rFonts w:ascii="Verdana" w:hAnsi="Verdana"/>
          <w:b/>
          <w:bCs/>
        </w:rPr>
        <w:t>Oprava staničního zabezpečovacího zařízení v ŽST Vojtanov (PD)</w:t>
      </w:r>
      <w:r w:rsidRPr="0029678E">
        <w:rPr>
          <w:rFonts w:ascii="Verdana" w:hAnsi="Verdana"/>
          <w:b/>
          <w:bCs/>
        </w:rPr>
        <w:t>“</w:t>
      </w:r>
      <w:r>
        <w:rPr>
          <w:rFonts w:ascii="Verdana" w:hAnsi="Verdana"/>
        </w:rPr>
        <w:t xml:space="preserve">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2F1C4AAA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99510B">
        <w:rPr>
          <w:rFonts w:ascii="Verdana" w:hAnsi="Verdana"/>
        </w:rPr>
      </w:r>
      <w:r w:rsidR="0099510B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="0029678E" w:rsidRPr="0029678E">
        <w:rPr>
          <w:rFonts w:ascii="Verdana" w:hAnsi="Verdana"/>
          <w:b/>
          <w:bCs/>
        </w:rPr>
        <w:t>„Oprava staničního zabezpečovacího zařízení v ŽST Vojtanov (PD)“</w:t>
      </w:r>
      <w:r>
        <w:rPr>
          <w:rFonts w:ascii="Verdana" w:hAnsi="Verdana"/>
        </w:rPr>
        <w:t xml:space="preserve">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59923820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r w:rsidRPr="00364FF2">
        <w:rPr>
          <w:rFonts w:eastAsia="Times New Roman"/>
        </w:rPr>
        <w:t xml:space="preserve"> </w:t>
      </w:r>
      <w:bookmarkEnd w:id="12"/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72"/>
        <w:gridCol w:w="2755"/>
        <w:gridCol w:w="4159"/>
      </w:tblGrid>
      <w:tr w:rsidR="00FB7211" w14:paraId="790221D6" w14:textId="77777777" w:rsidTr="00FB7211">
        <w:trPr>
          <w:cantSplit/>
        </w:trPr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586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2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FB7211">
        <w:trPr>
          <w:cantSplit/>
        </w:trPr>
        <w:sdt>
          <w:sdtPr>
            <w:rPr>
              <w:rFonts w:ascii="Verdana" w:hAnsi="Verdana"/>
            </w:rPr>
            <w:id w:val="804745449"/>
            <w:placeholder>
              <w:docPart w:val="7591A3CEB0CF44CA829DC529712762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77777777" w:rsidR="00FB7211" w:rsidRDefault="00FB7211" w:rsidP="00FB7211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FB7211">
        <w:trPr>
          <w:cantSplit/>
        </w:trPr>
        <w:sdt>
          <w:sdtPr>
            <w:rPr>
              <w:rFonts w:ascii="Verdana" w:hAnsi="Verdana"/>
            </w:rPr>
            <w:id w:val="-246503261"/>
            <w:placeholder>
              <w:docPart w:val="6349F57A6C4247888AB8DA23F91BD2BE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F5E82B3" w14:textId="77777777" w:rsidTr="00FB7211">
        <w:trPr>
          <w:cantSplit/>
        </w:trPr>
        <w:sdt>
          <w:sdtPr>
            <w:rPr>
              <w:rFonts w:ascii="Verdana" w:hAnsi="Verdana"/>
            </w:rPr>
            <w:id w:val="-413313961"/>
            <w:placeholder>
              <w:docPart w:val="92D0C7473F9E4868BFD43493447EC2E7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05D8E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08276940"/>
            <w:placeholder>
              <w:docPart w:val="669757814DD240279B64E51A7675AF49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7EF76693" w14:textId="0F5FEF8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43716323"/>
            <w:placeholder>
              <w:docPart w:val="AECDE91404074DB7AEBBB00AE08BA635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F5E4A8B" w14:textId="7D4C9B8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4A6A3860" w14:textId="77777777" w:rsidTr="00FB7211">
        <w:trPr>
          <w:cantSplit/>
        </w:trPr>
        <w:sdt>
          <w:sdtPr>
            <w:rPr>
              <w:rFonts w:ascii="Verdana" w:hAnsi="Verdana"/>
            </w:rPr>
            <w:id w:val="-854186651"/>
            <w:placeholder>
              <w:docPart w:val="09422413791847F992340340FB803D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7C8DC7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131929667"/>
            <w:placeholder>
              <w:docPart w:val="E11A814CD548448097C3346A860D7014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C579755" w14:textId="7344B31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16658253"/>
            <w:placeholder>
              <w:docPart w:val="9B541F4EAD14489697D0767184AF5882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FBE164C" w14:textId="74272231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5426489" w14:textId="77777777" w:rsidTr="00FB7211">
        <w:trPr>
          <w:cantSplit/>
        </w:trPr>
        <w:sdt>
          <w:sdtPr>
            <w:rPr>
              <w:rFonts w:ascii="Verdana" w:hAnsi="Verdana"/>
            </w:rPr>
            <w:id w:val="585116891"/>
            <w:placeholder>
              <w:docPart w:val="AF5D30C012D9405DBAFB0B23A2D52B01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801A1C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526863082"/>
            <w:placeholder>
              <w:docPart w:val="03C8784218D748D3BA8B06BAEC90AF7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EF0AB74" w14:textId="0ED5F8A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373051695"/>
            <w:placeholder>
              <w:docPart w:val="0CA58E2D772645CBBBB8A3FCFEBA5D7D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1A72BA7" w14:textId="675550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0EC8039" w14:textId="77777777" w:rsidTr="00FB7211">
        <w:trPr>
          <w:cantSplit/>
        </w:trPr>
        <w:sdt>
          <w:sdtPr>
            <w:rPr>
              <w:rFonts w:ascii="Verdana" w:hAnsi="Verdana"/>
            </w:rPr>
            <w:id w:val="-593859743"/>
            <w:placeholder>
              <w:docPart w:val="970F452A497F4CCEA79C2DE09179E48B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F179E74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611045988"/>
            <w:placeholder>
              <w:docPart w:val="8EFEACA92A2F4BB3A9F828885BA33137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30CBD95B" w14:textId="541F6F9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755595397"/>
            <w:placeholder>
              <w:docPart w:val="72D9126FFEC04321ADD9E5B3864EF660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826BB4E" w14:textId="01EE5F54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B93348B" w14:textId="77777777" w:rsidTr="00FB7211">
        <w:trPr>
          <w:cantSplit/>
        </w:trPr>
        <w:sdt>
          <w:sdtPr>
            <w:rPr>
              <w:rFonts w:ascii="Verdana" w:hAnsi="Verdana"/>
            </w:rPr>
            <w:id w:val="-411002862"/>
            <w:placeholder>
              <w:docPart w:val="1A35B4EE784B4475B14E3170C56F34C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BFFB8DD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747995881"/>
            <w:placeholder>
              <w:docPart w:val="BF928EB9EF2D44A289B03447439D77D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7145D45" w14:textId="644F1769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573467031"/>
            <w:placeholder>
              <w:docPart w:val="F007325B6F164AE49E69DA0C5215BAE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C63CBED" w14:textId="175E489D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53EBD017" w14:textId="77777777" w:rsidTr="00FB7211">
        <w:trPr>
          <w:cantSplit/>
        </w:trPr>
        <w:sdt>
          <w:sdtPr>
            <w:rPr>
              <w:rFonts w:ascii="Verdana" w:hAnsi="Verdana"/>
            </w:rPr>
            <w:id w:val="1740521254"/>
            <w:placeholder>
              <w:docPart w:val="A18DADDC330C495DB4F117E2F394E21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9536C45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837230329"/>
            <w:placeholder>
              <w:docPart w:val="DF12440479CC45ECB66F25F1C8FE66C0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</w:tcPr>
              <w:p w14:paraId="690CA861" w14:textId="1E88792B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06504677"/>
            <w:placeholder>
              <w:docPart w:val="A012F016D1E3429E95D01FD280503539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106D809D" w14:textId="034AD65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59923821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r>
        <w:rPr>
          <w:rFonts w:ascii="Verdana" w:hAnsi="Verdana"/>
        </w:rPr>
        <w:t>Účastník, který podává tuto nabídku, tímto čestně prohlašuje, že</w:t>
      </w:r>
    </w:p>
    <w:p w14:paraId="41D7734B" w14:textId="49E6BADD" w:rsidR="006827CF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  <w:r w:rsidR="00AC029F">
        <w:rPr>
          <w:rFonts w:ascii="Verdana" w:hAnsi="Verdana"/>
        </w:rPr>
        <w:t xml:space="preserve"> vydáno </w:t>
      </w:r>
      <w:r w:rsidRPr="006827CF">
        <w:rPr>
          <w:rFonts w:ascii="Verdana" w:hAnsi="Verdana"/>
        </w:rPr>
        <w:t>oprávnění ke vstupu do provozované železniční dopravní cesty.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1F253ADF" w14:textId="72504E75" w:rsidR="006827CF" w:rsidRDefault="006827CF" w:rsidP="002126E7">
      <w:pPr>
        <w:rPr>
          <w:lang w:eastAsia="cs-CZ"/>
        </w:rPr>
      </w:pPr>
    </w:p>
    <w:p w14:paraId="0DDEC95B" w14:textId="36DF5C6F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09CE72D2" w14:textId="77777777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29678E" w:rsidRDefault="002126E7" w:rsidP="002126E7">
      <w:pPr>
        <w:rPr>
          <w:highlight w:val="green"/>
        </w:rPr>
      </w:pPr>
      <w:r w:rsidRPr="0029678E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29678E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6"/>
      <w:footerReference w:type="first" r:id="rId17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AF0C" w14:textId="665340F2" w:rsidR="005E7E24" w:rsidRPr="00D6163D" w:rsidRDefault="005E7E24" w:rsidP="00FC6389">
    <w:pPr>
      <w:pStyle w:val="Zhlav"/>
      <w:rPr>
        <w:sz w:val="8"/>
        <w:szCs w:val="8"/>
      </w:rPr>
    </w:pPr>
  </w:p>
  <w:p w14:paraId="55DC46FC" w14:textId="77777777" w:rsidR="005E7E24" w:rsidRPr="00460660" w:rsidRDefault="005E7E2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5"/>
  </w:num>
  <w:num w:numId="35">
    <w:abstractNumId w:val="18"/>
  </w:num>
  <w:num w:numId="36">
    <w:abstractNumId w:val="2"/>
  </w:num>
  <w:num w:numId="37">
    <w:abstractNumId w:val="17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 w:numId="43">
    <w:abstractNumId w:val="14"/>
  </w:num>
  <w:num w:numId="4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9678E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E7E24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116B7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468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510B"/>
    <w:rsid w:val="00996617"/>
    <w:rsid w:val="00996CB8"/>
    <w:rsid w:val="009B14A9"/>
    <w:rsid w:val="009B2E97"/>
    <w:rsid w:val="009C261E"/>
    <w:rsid w:val="009D2207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3F15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D0C7473F9E4868BFD43493447EC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A6C56-6B66-4AC2-A8D3-C379E4EABA99}"/>
      </w:docPartPr>
      <w:docPartBody>
        <w:p w:rsidR="005E17D6" w:rsidRDefault="00E93E15" w:rsidP="00E93E15">
          <w:pPr>
            <w:pStyle w:val="92D0C7473F9E4868BFD43493447EC2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9757814DD240279B64E51A7675A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F39FB-61F4-40F4-A4BC-0967097B35B1}"/>
      </w:docPartPr>
      <w:docPartBody>
        <w:p w:rsidR="005E17D6" w:rsidRDefault="00E93E15" w:rsidP="00E93E15">
          <w:pPr>
            <w:pStyle w:val="669757814DD240279B64E51A7675A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CDE91404074DB7AEBBB00AE08BA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947DA-8408-42F6-9337-E4F41D187210}"/>
      </w:docPartPr>
      <w:docPartBody>
        <w:p w:rsidR="005E17D6" w:rsidRDefault="00E93E15" w:rsidP="00E93E15">
          <w:pPr>
            <w:pStyle w:val="AECDE91404074DB7AEBBB00AE08BA63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9422413791847F992340340FB803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D223C-F97B-4910-BB29-6D33AA93BBAE}"/>
      </w:docPartPr>
      <w:docPartBody>
        <w:p w:rsidR="005E17D6" w:rsidRDefault="00E93E15" w:rsidP="00E93E15">
          <w:pPr>
            <w:pStyle w:val="09422413791847F992340340FB803D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11A814CD548448097C3346A860D70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B73CF6-77F2-4782-8183-3ADDF465408F}"/>
      </w:docPartPr>
      <w:docPartBody>
        <w:p w:rsidR="005E17D6" w:rsidRDefault="00E93E15" w:rsidP="00E93E15">
          <w:pPr>
            <w:pStyle w:val="E11A814CD548448097C3346A860D70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B541F4EAD14489697D0767184AF5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0AEB5-5A1F-4108-8E3F-131B810675F9}"/>
      </w:docPartPr>
      <w:docPartBody>
        <w:p w:rsidR="005E17D6" w:rsidRDefault="00E93E15" w:rsidP="00E93E15">
          <w:pPr>
            <w:pStyle w:val="9B541F4EAD14489697D0767184AF588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F5D30C012D9405DBAFB0B23A2D52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1B3D5-F052-46B9-B90D-092A998E2B31}"/>
      </w:docPartPr>
      <w:docPartBody>
        <w:p w:rsidR="005E17D6" w:rsidRDefault="00E93E15" w:rsidP="00E93E15">
          <w:pPr>
            <w:pStyle w:val="AF5D30C012D9405DBAFB0B23A2D52B0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3C8784218D748D3BA8B06BAEC90A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3D596-3326-49F0-8A2A-7558B32E0DE1}"/>
      </w:docPartPr>
      <w:docPartBody>
        <w:p w:rsidR="005E17D6" w:rsidRDefault="00E93E15" w:rsidP="00E93E15">
          <w:pPr>
            <w:pStyle w:val="03C8784218D748D3BA8B06BAEC90AF7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CA58E2D772645CBBBB8A3FCFEBA5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59314-A2A6-4ED5-9D70-06A5EA51A850}"/>
      </w:docPartPr>
      <w:docPartBody>
        <w:p w:rsidR="005E17D6" w:rsidRDefault="00E93E15" w:rsidP="00E93E15">
          <w:pPr>
            <w:pStyle w:val="0CA58E2D772645CBBBB8A3FCFEBA5D7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70F452A497F4CCEA79C2DE09179E4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B6645-8812-4BEE-AB14-B89FB8466B16}"/>
      </w:docPartPr>
      <w:docPartBody>
        <w:p w:rsidR="005E17D6" w:rsidRDefault="00E93E15" w:rsidP="00E93E15">
          <w:pPr>
            <w:pStyle w:val="970F452A497F4CCEA79C2DE09179E48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EFEACA92A2F4BB3A9F828885BA331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E2980-0615-4F6A-A160-3BE43E81D168}"/>
      </w:docPartPr>
      <w:docPartBody>
        <w:p w:rsidR="005E17D6" w:rsidRDefault="00E93E15" w:rsidP="00E93E15">
          <w:pPr>
            <w:pStyle w:val="8EFEACA92A2F4BB3A9F828885BA3313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2D9126FFEC04321ADD9E5B3864EF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C5E8CD-C0A0-43FF-A7CA-A608A8806A81}"/>
      </w:docPartPr>
      <w:docPartBody>
        <w:p w:rsidR="005E17D6" w:rsidRDefault="00E93E15" w:rsidP="00E93E15">
          <w:pPr>
            <w:pStyle w:val="72D9126FFEC04321ADD9E5B3864EF66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A35B4EE784B4475B14E3170C56F34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34E751-227B-4E7A-B95C-8704FA285774}"/>
      </w:docPartPr>
      <w:docPartBody>
        <w:p w:rsidR="005E17D6" w:rsidRDefault="00E93E15" w:rsidP="00E93E15">
          <w:pPr>
            <w:pStyle w:val="1A35B4EE784B4475B14E3170C56F34C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F928EB9EF2D44A289B03447439D77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033B2-9368-4264-928D-BDA69C435F58}"/>
      </w:docPartPr>
      <w:docPartBody>
        <w:p w:rsidR="005E17D6" w:rsidRDefault="00E93E15" w:rsidP="00E93E15">
          <w:pPr>
            <w:pStyle w:val="BF928EB9EF2D44A289B03447439D77D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007325B6F164AE49E69DA0C5215B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FD28C-3727-49BD-8B57-0B0966C2FE50}"/>
      </w:docPartPr>
      <w:docPartBody>
        <w:p w:rsidR="005E17D6" w:rsidRDefault="00E93E15" w:rsidP="00E93E15">
          <w:pPr>
            <w:pStyle w:val="F007325B6F164AE49E69DA0C5215BAE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18DADDC330C495DB4F117E2F394E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846A8-49D3-4610-8D4B-F4D3CD956AB7}"/>
      </w:docPartPr>
      <w:docPartBody>
        <w:p w:rsidR="005E17D6" w:rsidRDefault="00E93E15" w:rsidP="00E93E15">
          <w:pPr>
            <w:pStyle w:val="A18DADDC330C495DB4F117E2F394E21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F12440479CC45ECB66F25F1C8FE6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D51E3-DF76-442C-ACC2-E6C70DEF1EBA}"/>
      </w:docPartPr>
      <w:docPartBody>
        <w:p w:rsidR="005E17D6" w:rsidRDefault="00E93E15" w:rsidP="00E93E15">
          <w:pPr>
            <w:pStyle w:val="DF12440479CC45ECB66F25F1C8FE66C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012F016D1E3429E95D01FD280503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8E3A0-14D6-44AB-8A11-33D80411E15E}"/>
      </w:docPartPr>
      <w:docPartBody>
        <w:p w:rsidR="005E17D6" w:rsidRDefault="00E93E15" w:rsidP="00E93E15">
          <w:pPr>
            <w:pStyle w:val="A012F016D1E3429E95D01FD28050353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2266B"/>
    <w:rsid w:val="00495FA0"/>
    <w:rsid w:val="005E17D6"/>
    <w:rsid w:val="00702C56"/>
    <w:rsid w:val="00845CFC"/>
    <w:rsid w:val="00964FB4"/>
    <w:rsid w:val="009B2F31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96</TotalTime>
  <Pages>13</Pages>
  <Words>1779</Words>
  <Characters>10499</Characters>
  <Application>Microsoft Office Word</Application>
  <DocSecurity>0</DocSecurity>
  <Lines>87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36</cp:revision>
  <cp:lastPrinted>2017-11-28T17:18:00Z</cp:lastPrinted>
  <dcterms:created xsi:type="dcterms:W3CDTF">2023-03-01T08:18:00Z</dcterms:created>
  <dcterms:modified xsi:type="dcterms:W3CDTF">2024-06-12T08:22:00Z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